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021BB5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="0085747A" w:rsidP="009C54AE" w:rsidRDefault="0085747A" w14:paraId="7C1FF4EE" w14:textId="68774E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17021" w:rsidP="00817021" w:rsidRDefault="00817021" w14:paraId="44C11242" w14:textId="72D7E9B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A616D8">
        <w:rPr>
          <w:rFonts w:ascii="Corbel" w:hAnsi="Corbel"/>
          <w:i/>
          <w:smallCaps/>
          <w:sz w:val="24"/>
          <w:szCs w:val="24"/>
        </w:rPr>
        <w:t>2019-2022</w:t>
      </w:r>
    </w:p>
    <w:p w:rsidRPr="00817021" w:rsidR="00445970" w:rsidP="003A452D" w:rsidRDefault="00445970" w14:paraId="71043D81" w14:textId="2E6D510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Pr="00817021" w:rsidR="003A452D">
        <w:rPr>
          <w:rFonts w:ascii="Corbel" w:hAnsi="Corbel"/>
          <w:sz w:val="20"/>
          <w:szCs w:val="20"/>
        </w:rPr>
        <w:t>ok akademicki   202</w:t>
      </w:r>
      <w:r w:rsidR="00A616D8">
        <w:rPr>
          <w:rFonts w:ascii="Corbel" w:hAnsi="Corbel"/>
          <w:sz w:val="20"/>
          <w:szCs w:val="20"/>
        </w:rPr>
        <w:t>1</w:t>
      </w:r>
      <w:r w:rsidRPr="00817021" w:rsidR="003A452D">
        <w:rPr>
          <w:rFonts w:ascii="Corbel" w:hAnsi="Corbel"/>
          <w:sz w:val="20"/>
          <w:szCs w:val="20"/>
        </w:rPr>
        <w:t>/202</w:t>
      </w:r>
      <w:r w:rsidR="00A616D8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AB876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9871A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2FF34BF" w14:textId="77777777">
        <w:tc>
          <w:tcPr>
            <w:tcW w:w="2694" w:type="dxa"/>
            <w:vAlign w:val="center"/>
          </w:tcPr>
          <w:p w:rsidRPr="009C54AE" w:rsidR="0085747A" w:rsidP="009C54AE" w:rsidRDefault="00C05F44" w14:paraId="704C1C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32F52E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Pr="009C54AE" w:rsidR="0085747A" w:rsidTr="00B819C8" w14:paraId="155D5151" w14:textId="77777777">
        <w:tc>
          <w:tcPr>
            <w:tcW w:w="2694" w:type="dxa"/>
            <w:vAlign w:val="center"/>
          </w:tcPr>
          <w:p w:rsidRPr="009C54AE" w:rsidR="0085747A" w:rsidP="009C54AE" w:rsidRDefault="00C05F44" w14:paraId="139729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D4525" w:rsidR="0085747A" w:rsidP="00AD4525" w:rsidRDefault="00AD4525" w14:paraId="292F4456" w14:textId="7777777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E/I/GRiL/C-1.4a</w:t>
            </w:r>
          </w:p>
        </w:tc>
      </w:tr>
      <w:tr w:rsidRPr="009C54AE" w:rsidR="0085747A" w:rsidTr="00B819C8" w14:paraId="7B430309" w14:textId="77777777">
        <w:tc>
          <w:tcPr>
            <w:tcW w:w="2694" w:type="dxa"/>
            <w:vAlign w:val="center"/>
          </w:tcPr>
          <w:p w:rsidRPr="009C54AE" w:rsidR="0085747A" w:rsidP="00EA4832" w:rsidRDefault="0017512A" w14:paraId="38053B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BBA75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4F61C1AD" w14:textId="77777777">
        <w:tc>
          <w:tcPr>
            <w:tcW w:w="2694" w:type="dxa"/>
            <w:vAlign w:val="center"/>
          </w:tcPr>
          <w:p w:rsidRPr="009C54AE" w:rsidR="0085747A" w:rsidP="009C54AE" w:rsidRDefault="0085747A" w14:paraId="54D85F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A452D" w14:paraId="0BD041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132031BA" w14:textId="77777777">
        <w:tc>
          <w:tcPr>
            <w:tcW w:w="2694" w:type="dxa"/>
            <w:vAlign w:val="center"/>
          </w:tcPr>
          <w:p w:rsidRPr="009C54AE" w:rsidR="0085747A" w:rsidP="009C54AE" w:rsidRDefault="0085747A" w14:paraId="744FF1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39F550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42739B8A" w14:textId="77777777">
        <w:tc>
          <w:tcPr>
            <w:tcW w:w="2694" w:type="dxa"/>
            <w:vAlign w:val="center"/>
          </w:tcPr>
          <w:p w:rsidRPr="009C54AE" w:rsidR="0085747A" w:rsidP="009C54AE" w:rsidRDefault="00DE4A14" w14:paraId="552073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A452D" w14:paraId="59057C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B819C8" w14:paraId="28146C82" w14:textId="77777777">
        <w:tc>
          <w:tcPr>
            <w:tcW w:w="2694" w:type="dxa"/>
            <w:vAlign w:val="center"/>
          </w:tcPr>
          <w:p w:rsidRPr="009C54AE" w:rsidR="0085747A" w:rsidP="009C54AE" w:rsidRDefault="0085747A" w14:paraId="6822E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D24CE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280D60CD" w14:textId="77777777">
        <w:tc>
          <w:tcPr>
            <w:tcW w:w="2694" w:type="dxa"/>
            <w:vAlign w:val="center"/>
          </w:tcPr>
          <w:p w:rsidRPr="009C54AE" w:rsidR="0085747A" w:rsidP="009C54AE" w:rsidRDefault="0085747A" w14:paraId="329392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3033C" w14:paraId="625669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6412387" w14:textId="77777777">
        <w:tc>
          <w:tcPr>
            <w:tcW w:w="2694" w:type="dxa"/>
            <w:vAlign w:val="center"/>
          </w:tcPr>
          <w:p w:rsidRPr="009C54AE" w:rsidR="0085747A" w:rsidP="009C54AE" w:rsidRDefault="0085747A" w14:paraId="24476B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62F68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B819C8" w14:paraId="79E0037C" w14:textId="77777777">
        <w:tc>
          <w:tcPr>
            <w:tcW w:w="2694" w:type="dxa"/>
            <w:vAlign w:val="center"/>
          </w:tcPr>
          <w:p w:rsidRPr="009C54AE" w:rsidR="0085747A" w:rsidP="009C54AE" w:rsidRDefault="0085747A" w14:paraId="2BFCC4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B1B1A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64973ECD" w14:textId="77777777">
        <w:tc>
          <w:tcPr>
            <w:tcW w:w="2694" w:type="dxa"/>
            <w:vAlign w:val="center"/>
          </w:tcPr>
          <w:p w:rsidRPr="009C54AE" w:rsidR="00923D7D" w:rsidP="009C54AE" w:rsidRDefault="00923D7D" w14:paraId="21F2A4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A452D" w14:paraId="749072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2D0DDD83" w14:textId="77777777">
        <w:tc>
          <w:tcPr>
            <w:tcW w:w="2694" w:type="dxa"/>
            <w:vAlign w:val="center"/>
          </w:tcPr>
          <w:p w:rsidRPr="009C54AE" w:rsidR="0085747A" w:rsidP="009C54AE" w:rsidRDefault="0085747A" w14:paraId="19512C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5A37E3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9C54AE" w:rsidR="0085747A" w:rsidTr="00B819C8" w14:paraId="3FEA593F" w14:textId="77777777">
        <w:tc>
          <w:tcPr>
            <w:tcW w:w="2694" w:type="dxa"/>
            <w:vAlign w:val="center"/>
          </w:tcPr>
          <w:p w:rsidRPr="009C54AE" w:rsidR="0085747A" w:rsidP="009C54AE" w:rsidRDefault="0085747A" w14:paraId="07F7AD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D4525" w14:paraId="43B989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9C54AE" w:rsidR="0085747A" w:rsidP="009C54AE" w:rsidRDefault="0085747A" w14:paraId="1C6E92B1" w14:textId="644EA9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E864EF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18F26F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A452D" w14:paraId="3A6C53C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BD629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FCF2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F206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EC8E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345E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2517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011C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B40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D691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A024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AB87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A452D" w14:paraId="1FA4314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D4525" w14:paraId="68D7FC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4110AE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38149F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A4941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75977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E3F44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C36EC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21D06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9063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D4525" w14:paraId="343992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903014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354D92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91ACD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457D4" w:rsidP="004457D4" w:rsidRDefault="004457D4" w14:paraId="20B6ADF5" w14:textId="66E70E3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4457D4" w:rsidR="004457D4" w:rsidP="004457D4" w:rsidRDefault="004457D4" w14:paraId="1B3C431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53FFF0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CA9EE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457D4" w:rsidR="009C54AE" w:rsidP="009C54AE" w:rsidRDefault="00AA6155" w14:paraId="231B9E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75A2E9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5E6A1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743A51A" w14:textId="77777777">
        <w:tc>
          <w:tcPr>
            <w:tcW w:w="9670" w:type="dxa"/>
          </w:tcPr>
          <w:p w:rsidRPr="009C54AE" w:rsidR="0085747A" w:rsidP="009C54AE" w:rsidRDefault="00D509FC" w14:paraId="7BCDF52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:rsidR="00153C41" w:rsidP="009C54AE" w:rsidRDefault="00153C41" w14:paraId="6921A3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A91C7E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5AF5D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3A512F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ED5434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250AF4F" w14:textId="77777777">
        <w:tc>
          <w:tcPr>
            <w:tcW w:w="851" w:type="dxa"/>
            <w:vAlign w:val="center"/>
          </w:tcPr>
          <w:p w:rsidRPr="0013174B" w:rsidR="0085747A" w:rsidP="009C54AE" w:rsidRDefault="0085747A" w14:paraId="4683DC4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3174B" w:rsidR="0085747A" w:rsidP="009C54AE" w:rsidRDefault="00D509FC" w14:paraId="4BA7756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Pr="009C54AE" w:rsidR="0085747A" w:rsidTr="00923D7D" w14:paraId="16725A9F" w14:textId="77777777">
        <w:tc>
          <w:tcPr>
            <w:tcW w:w="851" w:type="dxa"/>
            <w:vAlign w:val="center"/>
          </w:tcPr>
          <w:p w:rsidRPr="0013174B" w:rsidR="0085747A" w:rsidP="009C54AE" w:rsidRDefault="00D509FC" w14:paraId="1C626C4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3174B" w:rsidR="0085747A" w:rsidP="009C54AE" w:rsidRDefault="00D509FC" w14:paraId="06E1908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Pr="009C54AE" w:rsidR="0085747A" w:rsidTr="00923D7D" w14:paraId="1FA8D83D" w14:textId="77777777">
        <w:tc>
          <w:tcPr>
            <w:tcW w:w="851" w:type="dxa"/>
            <w:vAlign w:val="center"/>
          </w:tcPr>
          <w:p w:rsidRPr="0013174B" w:rsidR="0085747A" w:rsidP="009C54AE" w:rsidRDefault="00D509FC" w14:paraId="3C0B35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3174B" w:rsidR="0085747A" w:rsidP="009C54AE" w:rsidRDefault="00D509FC" w14:paraId="150FF14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:rsidRPr="009C54AE" w:rsidR="0085747A" w:rsidP="009C54AE" w:rsidRDefault="0085747A" w14:paraId="2B7C57A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C3B840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245AD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Pr="009C54AE" w:rsidR="0085747A" w:rsidTr="0013174B" w14:paraId="0F4FD988" w14:textId="77777777">
        <w:tc>
          <w:tcPr>
            <w:tcW w:w="1447" w:type="dxa"/>
            <w:vAlign w:val="center"/>
          </w:tcPr>
          <w:p w:rsidRPr="009C54AE" w:rsidR="0085747A" w:rsidP="009C54AE" w:rsidRDefault="0085747A" w14:paraId="7610A7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:rsidRPr="009C54AE" w:rsidR="0085747A" w:rsidP="00C05F44" w:rsidRDefault="0085747A" w14:paraId="77F5E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:rsidRPr="009C54AE" w:rsidR="0085747A" w:rsidP="00C05F44" w:rsidRDefault="0085747A" w14:paraId="307839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3174B" w14:paraId="1A561C3B" w14:textId="77777777">
        <w:tc>
          <w:tcPr>
            <w:tcW w:w="1447" w:type="dxa"/>
          </w:tcPr>
          <w:p w:rsidRPr="0013174B" w:rsidR="0085747A" w:rsidP="0013174B" w:rsidRDefault="003A452D" w14:paraId="0558E3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174B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:rsidRPr="0013174B" w:rsidR="0085747A" w:rsidP="0013174B" w:rsidRDefault="00D509FC" w14:paraId="3E1CFFC4" w14:textId="777777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:rsidRPr="0013174B" w:rsidR="00E90E47" w:rsidP="00817021" w:rsidRDefault="00E90E47" w14:paraId="798CE0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13174B" w:rsidR="00E90E47" w:rsidP="00817021" w:rsidRDefault="00E90E47" w14:paraId="2C91BB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13174B" w:rsidR="00E90E47" w:rsidP="00817021" w:rsidRDefault="00E90E47" w14:paraId="6DDDAB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Pr="0013174B" w:rsidR="0085747A" w:rsidP="00817021" w:rsidRDefault="00E90E47" w14:paraId="6C191C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13174B" w14:paraId="64AEE4EE" w14:textId="77777777">
        <w:tc>
          <w:tcPr>
            <w:tcW w:w="1447" w:type="dxa"/>
          </w:tcPr>
          <w:p w:rsidRPr="0013174B" w:rsidR="0085747A" w:rsidP="0013174B" w:rsidRDefault="0085747A" w14:paraId="7485C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:rsidRPr="0013174B" w:rsidR="0085747A" w:rsidP="0013174B" w:rsidRDefault="00E90E47" w14:paraId="4A36C9C3" w14:textId="777777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:rsidRPr="0013174B" w:rsidR="00A87A7F" w:rsidP="00817021" w:rsidRDefault="00A87A7F" w14:paraId="32E720F9" w14:textId="38BAAED4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:rsidRPr="0013174B" w:rsidR="0085747A" w:rsidP="00817021" w:rsidRDefault="00A87A7F" w14:paraId="67E8AF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Pr="009C54AE" w:rsidR="0085747A" w:rsidTr="0013174B" w14:paraId="7B14CB89" w14:textId="77777777">
        <w:tc>
          <w:tcPr>
            <w:tcW w:w="1447" w:type="dxa"/>
          </w:tcPr>
          <w:p w:rsidRPr="0013174B" w:rsidR="0085747A" w:rsidP="0013174B" w:rsidRDefault="00E90E47" w14:paraId="24917B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:rsidRPr="0013174B" w:rsidR="0085747A" w:rsidP="0013174B" w:rsidRDefault="00E90E47" w14:paraId="7C2DF7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:rsidRPr="0013174B" w:rsidR="0085747A" w:rsidP="00817021" w:rsidRDefault="00A87A7F" w14:paraId="0A7D11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Pr="009C54AE" w:rsidR="00E90E47" w:rsidTr="0013174B" w14:paraId="70E3CA7B" w14:textId="77777777">
        <w:tc>
          <w:tcPr>
            <w:tcW w:w="1447" w:type="dxa"/>
          </w:tcPr>
          <w:p w:rsidRPr="0013174B" w:rsidR="00E90E47" w:rsidP="0013174B" w:rsidRDefault="00E90E47" w14:paraId="67D15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:rsidRPr="0013174B" w:rsidR="00E90E47" w:rsidP="0013174B" w:rsidRDefault="00E90E47" w14:paraId="64659BB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:rsidRPr="0013174B" w:rsidR="00E90E47" w:rsidP="00817021" w:rsidRDefault="00A87A7F" w14:paraId="29139F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Pr="009C54AE" w:rsidR="00E90E47" w:rsidTr="0013174B" w14:paraId="656A9DC8" w14:textId="77777777">
        <w:tc>
          <w:tcPr>
            <w:tcW w:w="1447" w:type="dxa"/>
          </w:tcPr>
          <w:p w:rsidRPr="0013174B" w:rsidR="00E90E47" w:rsidP="0013174B" w:rsidRDefault="00E90E47" w14:paraId="6DDBD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:rsidRPr="0013174B" w:rsidR="00E90E47" w:rsidP="0013174B" w:rsidRDefault="00E90E47" w14:paraId="253CC2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:rsidRPr="0013174B" w:rsidR="00E90E47" w:rsidP="00817021" w:rsidRDefault="00E90E47" w14:paraId="26FA25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:rsidRPr="009C54AE" w:rsidR="0085747A" w:rsidP="009C54AE" w:rsidRDefault="0085747A" w14:paraId="4633FC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36EEFA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1EC7A4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81B36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81AA1" w14:paraId="6070F239" w14:textId="77777777">
        <w:tc>
          <w:tcPr>
            <w:tcW w:w="9520" w:type="dxa"/>
          </w:tcPr>
          <w:p w:rsidRPr="009C54AE" w:rsidR="0085747A" w:rsidP="009C54AE" w:rsidRDefault="0085747A" w14:paraId="570E737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81AA1" w14:paraId="4C7DEFD6" w14:textId="77777777">
        <w:tc>
          <w:tcPr>
            <w:tcW w:w="9520" w:type="dxa"/>
          </w:tcPr>
          <w:p w:rsidRPr="0013174B" w:rsidR="0085747A" w:rsidP="009C54AE" w:rsidRDefault="00A87A7F" w14:paraId="68096BE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Pr="009C54AE" w:rsidR="0085747A" w:rsidTr="00481AA1" w14:paraId="7DF7F3D1" w14:textId="77777777">
        <w:tc>
          <w:tcPr>
            <w:tcW w:w="9520" w:type="dxa"/>
          </w:tcPr>
          <w:p w:rsidRPr="0013174B" w:rsidR="0085747A" w:rsidP="009C54AE" w:rsidRDefault="00A87A7F" w14:paraId="1666B9F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Pr="009C54AE" w:rsidR="0085747A" w:rsidTr="00481AA1" w14:paraId="4F66F003" w14:textId="77777777">
        <w:tc>
          <w:tcPr>
            <w:tcW w:w="9520" w:type="dxa"/>
          </w:tcPr>
          <w:p w:rsidRPr="0013174B" w:rsidR="0085747A" w:rsidP="009C54AE" w:rsidRDefault="00A87A7F" w14:paraId="2C518BA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Pr="009C54AE" w:rsidR="00A87A7F" w:rsidTr="00481AA1" w14:paraId="523806A3" w14:textId="77777777">
        <w:tc>
          <w:tcPr>
            <w:tcW w:w="9520" w:type="dxa"/>
          </w:tcPr>
          <w:p w:rsidRPr="0013174B" w:rsidR="00A87A7F" w:rsidP="009C54AE" w:rsidRDefault="00481AA1" w14:paraId="3B12905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Pr="009C54AE" w:rsidR="00A87A7F" w:rsidTr="00481AA1" w14:paraId="6582C0C3" w14:textId="77777777">
        <w:tc>
          <w:tcPr>
            <w:tcW w:w="9520" w:type="dxa"/>
          </w:tcPr>
          <w:p w:rsidRPr="0013174B" w:rsidR="00A87A7F" w:rsidP="009C54AE" w:rsidRDefault="00481AA1" w14:paraId="4A637B6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Pr="009C54AE" w:rsidR="00481AA1" w:rsidTr="00481AA1" w14:paraId="3872161C" w14:textId="77777777">
        <w:tc>
          <w:tcPr>
            <w:tcW w:w="9520" w:type="dxa"/>
          </w:tcPr>
          <w:p w:rsidRPr="0013174B" w:rsidR="00481AA1" w:rsidP="00481AA1" w:rsidRDefault="00481AA1" w14:paraId="6429F392" w14:textId="77777777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Pr="009C54AE" w:rsidR="00481AA1" w:rsidTr="00481AA1" w14:paraId="6CDDD203" w14:textId="77777777">
        <w:tc>
          <w:tcPr>
            <w:tcW w:w="9520" w:type="dxa"/>
          </w:tcPr>
          <w:p w:rsidRPr="0013174B" w:rsidR="00481AA1" w:rsidP="00481AA1" w:rsidRDefault="00481AA1" w14:paraId="0BC7037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Pr="009C54AE" w:rsidR="00481AA1" w:rsidTr="00481AA1" w14:paraId="566C842B" w14:textId="77777777">
        <w:tc>
          <w:tcPr>
            <w:tcW w:w="9520" w:type="dxa"/>
          </w:tcPr>
          <w:p w:rsidRPr="0013174B" w:rsidR="00481AA1" w:rsidP="00481AA1" w:rsidRDefault="00481AA1" w14:paraId="14CEA3B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Pr="009C54AE" w:rsidR="00481AA1" w:rsidTr="00481AA1" w14:paraId="42D084B4" w14:textId="77777777">
        <w:tc>
          <w:tcPr>
            <w:tcW w:w="9520" w:type="dxa"/>
          </w:tcPr>
          <w:p w:rsidRPr="0013174B" w:rsidR="00481AA1" w:rsidP="00481AA1" w:rsidRDefault="00481AA1" w14:paraId="1C173E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Gospodarka zasobooszczędna.</w:t>
            </w:r>
          </w:p>
        </w:tc>
      </w:tr>
    </w:tbl>
    <w:p w:rsidRPr="009C54AE" w:rsidR="0085747A" w:rsidP="009C54AE" w:rsidRDefault="0085747A" w14:paraId="547FC58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C8D71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7F005B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D6CF2" w14:paraId="7A3B5960" w14:textId="77777777">
        <w:tc>
          <w:tcPr>
            <w:tcW w:w="9520" w:type="dxa"/>
          </w:tcPr>
          <w:p w:rsidRPr="0013174B" w:rsidR="0085747A" w:rsidP="009C54AE" w:rsidRDefault="0085747A" w14:paraId="7E18031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D6CF2" w14:paraId="34F72988" w14:textId="77777777">
        <w:tc>
          <w:tcPr>
            <w:tcW w:w="9520" w:type="dxa"/>
          </w:tcPr>
          <w:p w:rsidRPr="0013174B" w:rsidR="0085747A" w:rsidP="009C54AE" w:rsidRDefault="00481AA1" w14:paraId="51E0B7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Pr="009C54AE" w:rsidR="0085747A" w:rsidTr="009D6CF2" w14:paraId="08F19D13" w14:textId="77777777">
        <w:tc>
          <w:tcPr>
            <w:tcW w:w="9520" w:type="dxa"/>
          </w:tcPr>
          <w:p w:rsidRPr="0013174B" w:rsidR="0085747A" w:rsidP="009C54AE" w:rsidRDefault="002A7C80" w14:paraId="090110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Pr="009C54AE" w:rsidR="0085747A" w:rsidTr="009D6CF2" w14:paraId="4834DB43" w14:textId="77777777">
        <w:tc>
          <w:tcPr>
            <w:tcW w:w="9520" w:type="dxa"/>
          </w:tcPr>
          <w:p w:rsidRPr="0013174B" w:rsidR="0085747A" w:rsidP="009C54AE" w:rsidRDefault="00D65B27" w14:paraId="382395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Pr="009C54AE" w:rsidR="00481AA1" w:rsidTr="009D6CF2" w14:paraId="77037F81" w14:textId="77777777">
        <w:tc>
          <w:tcPr>
            <w:tcW w:w="9520" w:type="dxa"/>
          </w:tcPr>
          <w:p w:rsidRPr="0013174B" w:rsidR="00481AA1" w:rsidP="009C54AE" w:rsidRDefault="00D65B27" w14:paraId="2ECC84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Pr="0013174B" w:rsidR="001D6241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Pr="009C54AE" w:rsidR="00481AA1" w:rsidTr="009D6CF2" w14:paraId="0AEDCA57" w14:textId="77777777">
        <w:tc>
          <w:tcPr>
            <w:tcW w:w="9520" w:type="dxa"/>
          </w:tcPr>
          <w:p w:rsidRPr="0013174B" w:rsidR="00481AA1" w:rsidP="009C54AE" w:rsidRDefault="00D65B27" w14:paraId="5C3F7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Pr="009C54AE" w:rsidR="00481AA1" w:rsidTr="009D6CF2" w14:paraId="20C2BDFB" w14:textId="77777777">
        <w:tc>
          <w:tcPr>
            <w:tcW w:w="9520" w:type="dxa"/>
          </w:tcPr>
          <w:p w:rsidRPr="0013174B" w:rsidR="00481AA1" w:rsidP="009C54AE" w:rsidRDefault="00D65B27" w14:paraId="5F782F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Pr="009C54AE" w:rsidR="00481AA1" w:rsidTr="009D6CF2" w14:paraId="7865DB6A" w14:textId="77777777">
        <w:tc>
          <w:tcPr>
            <w:tcW w:w="9520" w:type="dxa"/>
          </w:tcPr>
          <w:p w:rsidRPr="0013174B" w:rsidR="00481AA1" w:rsidP="009C54AE" w:rsidRDefault="00D65B27" w14:paraId="69FF0B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Pr="009C54AE" w:rsidR="00481AA1" w:rsidTr="009D6CF2" w14:paraId="5B25641B" w14:textId="77777777">
        <w:tc>
          <w:tcPr>
            <w:tcW w:w="9520" w:type="dxa"/>
          </w:tcPr>
          <w:p w:rsidRPr="0013174B" w:rsidR="00481AA1" w:rsidP="009C54AE" w:rsidRDefault="009D6CF2" w14:paraId="769F5F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Pr="0013174B" w:rsidR="00D65B27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Pr="009C54AE" w:rsidR="00D65B27" w:rsidTr="009D6CF2" w14:paraId="3ADAD6F1" w14:textId="77777777">
        <w:tc>
          <w:tcPr>
            <w:tcW w:w="9520" w:type="dxa"/>
          </w:tcPr>
          <w:p w:rsidRPr="0013174B" w:rsidR="00D65B27" w:rsidP="009C54AE" w:rsidRDefault="00D65B27" w14:paraId="447E42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Pr="009C54AE" w:rsidR="00D65B27" w:rsidTr="009D6CF2" w14:paraId="2E76E4FD" w14:textId="77777777">
        <w:tc>
          <w:tcPr>
            <w:tcW w:w="9520" w:type="dxa"/>
          </w:tcPr>
          <w:p w:rsidRPr="0013174B" w:rsidR="00D65B27" w:rsidP="009C54AE" w:rsidRDefault="00D65B27" w14:paraId="7874A8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:rsidRPr="009C54AE" w:rsidR="0085747A" w:rsidP="009C54AE" w:rsidRDefault="0085747A" w14:paraId="223B7A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EE9A41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P="009C54AE" w:rsidRDefault="0085747A" w14:paraId="44489C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1A21" w:rsidR="00AA6155" w:rsidP="00AA6155" w:rsidRDefault="00AA6155" w14:paraId="30ACE47D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:rsidRPr="004B7285" w:rsidR="00AA6155" w:rsidP="00AA6155" w:rsidRDefault="00AA6155" w14:paraId="73C664C0" w14:textId="77777777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:rsidR="003A452D" w:rsidP="009C54AE" w:rsidRDefault="003A452D" w14:paraId="1D1415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Pr="009C54AE" w:rsidR="0085747A" w:rsidP="009C54AE" w:rsidRDefault="00C61DC5" w14:paraId="26909E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52A3D6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08355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7757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Pr="009C54AE" w:rsidR="0085747A" w:rsidTr="00C05F44" w14:paraId="68D92652" w14:textId="77777777">
        <w:tc>
          <w:tcPr>
            <w:tcW w:w="1985" w:type="dxa"/>
            <w:vAlign w:val="center"/>
          </w:tcPr>
          <w:p w:rsidRPr="009C54AE" w:rsidR="0085747A" w:rsidP="009C54AE" w:rsidRDefault="0071620A" w14:paraId="125BF4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3A452D" w:rsidRDefault="00F974DA" w14:paraId="6CD18E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:rsidRPr="009C54AE" w:rsidR="0085747A" w:rsidP="003A452D" w:rsidRDefault="0085747A" w14:paraId="3E449A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9C54AE" w:rsidR="0085747A" w:rsidTr="00C05F44" w14:paraId="7F966089" w14:textId="77777777">
        <w:tc>
          <w:tcPr>
            <w:tcW w:w="1985" w:type="dxa"/>
          </w:tcPr>
          <w:p w:rsidRPr="0013174B" w:rsidR="0085747A" w:rsidP="009C54AE" w:rsidRDefault="0085747A" w14:paraId="6DA005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13174B" w:rsidR="0085747A" w:rsidP="004469A7" w:rsidRDefault="004469A7" w14:paraId="2EF3BD68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13174B" w:rsidR="0085747A" w:rsidP="004469A7" w:rsidRDefault="004469A7" w14:paraId="57B616D2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Pr="009C54AE" w:rsidR="0085747A" w:rsidTr="00C05F44" w14:paraId="0AC7A858" w14:textId="77777777">
        <w:tc>
          <w:tcPr>
            <w:tcW w:w="1985" w:type="dxa"/>
          </w:tcPr>
          <w:p w:rsidRPr="0013174B" w:rsidR="0085747A" w:rsidP="009C54AE" w:rsidRDefault="0085747A" w14:paraId="470257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13174B" w:rsidR="0085747A" w:rsidP="004469A7" w:rsidRDefault="004469A7" w14:paraId="3FDD69EA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13174B" w:rsidR="0085747A" w:rsidP="004469A7" w:rsidRDefault="004469A7" w14:paraId="2C351086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Pr="009C54AE" w:rsidR="001D6241" w:rsidTr="00C05F44" w14:paraId="2C35570F" w14:textId="77777777">
        <w:tc>
          <w:tcPr>
            <w:tcW w:w="1985" w:type="dxa"/>
          </w:tcPr>
          <w:p w:rsidRPr="0013174B" w:rsidR="001D6241" w:rsidP="009C54AE" w:rsidRDefault="004469A7" w14:paraId="2891EC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13174B" w:rsidR="001D6241" w:rsidP="004469A7" w:rsidRDefault="004469A7" w14:paraId="0121E4AB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13174B" w:rsidR="001D6241" w:rsidP="004469A7" w:rsidRDefault="004469A7" w14:paraId="0C4E202F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Pr="009C54AE" w:rsidR="001D6241" w:rsidTr="00C05F44" w14:paraId="247F310A" w14:textId="77777777">
        <w:tc>
          <w:tcPr>
            <w:tcW w:w="1985" w:type="dxa"/>
          </w:tcPr>
          <w:p w:rsidRPr="0013174B" w:rsidR="001D6241" w:rsidP="009C54AE" w:rsidRDefault="004469A7" w14:paraId="1559B1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13174B" w:rsidR="001D6241" w:rsidP="004469A7" w:rsidRDefault="004469A7" w14:paraId="2CF4C1AA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13174B" w:rsidR="001D6241" w:rsidP="004469A7" w:rsidRDefault="004469A7" w14:paraId="44B6664B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Pr="009C54AE" w:rsidR="001D6241" w:rsidTr="00C05F44" w14:paraId="34A9C71E" w14:textId="77777777">
        <w:tc>
          <w:tcPr>
            <w:tcW w:w="1985" w:type="dxa"/>
          </w:tcPr>
          <w:p w:rsidRPr="0013174B" w:rsidR="001D6241" w:rsidP="009C54AE" w:rsidRDefault="004469A7" w14:paraId="3E890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13174B" w:rsidR="001D6241" w:rsidP="004469A7" w:rsidRDefault="004469A7" w14:paraId="2A5452A5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:rsidRPr="0013174B" w:rsidR="001D6241" w:rsidP="004469A7" w:rsidRDefault="004469A7" w14:paraId="7FF35250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:rsidRPr="009C54AE" w:rsidR="00923D7D" w:rsidP="009C54AE" w:rsidRDefault="00923D7D" w14:paraId="70488D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A71415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5E509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3B52431" w14:paraId="7B50E84A" w14:textId="77777777">
        <w:tc>
          <w:tcPr>
            <w:tcW w:w="9670" w:type="dxa"/>
            <w:tcMar/>
          </w:tcPr>
          <w:p w:rsidRPr="0013174B" w:rsidR="004469A7" w:rsidP="0013174B" w:rsidRDefault="004469A7" w14:paraId="4EA6FA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:rsidRPr="0013174B" w:rsidR="004469A7" w:rsidP="0013174B" w:rsidRDefault="004469A7" w14:paraId="76EBB0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4469A7" w:rsidR="0085747A" w:rsidP="23B52431" w:rsidRDefault="004469A7" w14:paraId="4ADF807C" w14:textId="72657497">
            <w:pPr>
              <w:pStyle w:val="Normaln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3B52431" w:rsidR="4DDC0623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</w:t>
            </w:r>
            <w:r w:rsidRPr="23B52431" w:rsidR="39E63C0C">
              <w:rPr>
                <w:rFonts w:ascii="Corbel" w:hAnsi="Corbel"/>
                <w:sz w:val="24"/>
                <w:szCs w:val="24"/>
              </w:rPr>
              <w:t xml:space="preserve">. </w:t>
            </w:r>
            <w:r w:rsidRPr="23B52431" w:rsidR="4DDC0623">
              <w:rPr>
                <w:rFonts w:ascii="Corbel" w:hAnsi="Corbel"/>
                <w:sz w:val="24"/>
                <w:szCs w:val="24"/>
              </w:rPr>
              <w:t>Ocena końcowa stanowić będzie średnią arytmetyczną z testu, referatu i prezentacji</w:t>
            </w:r>
            <w:r w:rsidRPr="23B52431" w:rsidR="42C6D68A">
              <w:rPr>
                <w:rFonts w:ascii="Corbel" w:hAnsi="Corbel"/>
                <w:sz w:val="24"/>
                <w:szCs w:val="24"/>
              </w:rPr>
              <w:t xml:space="preserve">, </w:t>
            </w:r>
            <w:r w:rsidRPr="23B52431" w:rsidR="5E237666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 xml:space="preserve">z możliwością </w:t>
            </w:r>
            <w:r w:rsidRPr="23B52431" w:rsidR="5E23766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skorygowania o 0,5 stopnia za aktywność studenta na ćwiczeniach.</w:t>
            </w:r>
            <w:r w:rsidRPr="23B52431" w:rsidR="5E237666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 xml:space="preserve"> </w:t>
            </w:r>
          </w:p>
        </w:tc>
      </w:tr>
    </w:tbl>
    <w:p w:rsidRPr="009C54AE" w:rsidR="0085747A" w:rsidP="009C54AE" w:rsidRDefault="0085747A" w14:paraId="69EC57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AE64DE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0466B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6E16D8F" w14:textId="77777777">
        <w:tc>
          <w:tcPr>
            <w:tcW w:w="4962" w:type="dxa"/>
            <w:vAlign w:val="center"/>
          </w:tcPr>
          <w:p w:rsidRPr="009C54AE" w:rsidR="0085747A" w:rsidP="009C54AE" w:rsidRDefault="00C61DC5" w14:paraId="08A776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B7371CC" w14:textId="6CD1C7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E0BD187" w14:textId="77777777">
        <w:tc>
          <w:tcPr>
            <w:tcW w:w="4962" w:type="dxa"/>
          </w:tcPr>
          <w:p w:rsidRPr="009C54AE" w:rsidR="0085747A" w:rsidP="009C54AE" w:rsidRDefault="00C61DC5" w14:paraId="0134E7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3A452D" w:rsidRDefault="004469A7" w14:paraId="65A60B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A8F590D" w14:textId="77777777">
        <w:tc>
          <w:tcPr>
            <w:tcW w:w="4962" w:type="dxa"/>
          </w:tcPr>
          <w:p w:rsidRPr="009C54AE" w:rsidR="00C61DC5" w:rsidP="009C54AE" w:rsidRDefault="00C61DC5" w14:paraId="1671FD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E1574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3A452D" w:rsidRDefault="004469A7" w14:paraId="081F79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3642387C" w14:textId="77777777">
        <w:tc>
          <w:tcPr>
            <w:tcW w:w="4962" w:type="dxa"/>
          </w:tcPr>
          <w:p w:rsidRPr="009C54AE" w:rsidR="00C61DC5" w:rsidP="004457D4" w:rsidRDefault="00C61DC5" w14:paraId="58543FC0" w14:textId="7DD51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Pr="009C54AE" w:rsidR="00C61DC5" w:rsidP="003A452D" w:rsidRDefault="004469A7" w14:paraId="331E8E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9C54AE" w:rsidR="0085747A" w:rsidTr="00923D7D" w14:paraId="6C8A132B" w14:textId="77777777">
        <w:tc>
          <w:tcPr>
            <w:tcW w:w="4962" w:type="dxa"/>
          </w:tcPr>
          <w:p w:rsidRPr="009C54AE" w:rsidR="0085747A" w:rsidP="009C54AE" w:rsidRDefault="0085747A" w14:paraId="257DAD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A452D" w:rsidRDefault="004469A7" w14:paraId="61754F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62BE0FBE" w14:textId="77777777">
        <w:tc>
          <w:tcPr>
            <w:tcW w:w="4962" w:type="dxa"/>
          </w:tcPr>
          <w:p w:rsidRPr="009C54AE" w:rsidR="0085747A" w:rsidP="009C54AE" w:rsidRDefault="0085747A" w14:paraId="080E41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A452D" w:rsidRDefault="004469A7" w14:paraId="25EBD1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06ED9F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7ABDE4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77BEB1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7F6B74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9C54AE" w:rsidR="0085747A" w:rsidTr="003A452D" w14:paraId="28F21439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0EE13A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9C54AE" w:rsidR="0085747A" w:rsidP="003A452D" w:rsidRDefault="0013174B" w14:paraId="717B79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A452D" w14:paraId="2D4FA2E3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69FEA3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9C54AE" w:rsidR="0085747A" w:rsidP="003A452D" w:rsidRDefault="0013174B" w14:paraId="68C01E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328B7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C0DFB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F7D77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9C54AE" w:rsidR="0085747A" w:rsidTr="23B52431" w14:paraId="3EE869BC" w14:textId="77777777">
        <w:trPr>
          <w:trHeight w:val="397"/>
        </w:trPr>
        <w:tc>
          <w:tcPr>
            <w:tcW w:w="9498" w:type="dxa"/>
            <w:tcMar/>
          </w:tcPr>
          <w:p w:rsidR="0085747A" w:rsidP="0013174B" w:rsidRDefault="0085747A" w14:paraId="7B5FB2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B500A" w:rsidR="00AA6155" w:rsidP="003A452D" w:rsidRDefault="003A452D" w14:paraId="214F3895" w14:textId="77777777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Pr="007B500A" w:rsidR="00AA6155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:rsidR="00AA6155" w:rsidP="003A452D" w:rsidRDefault="00AA6155" w14:paraId="773A7794" w14:textId="77777777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:rsidRPr="00AA6155" w:rsidR="00AA6155" w:rsidP="003A452D" w:rsidRDefault="00AA6155" w14:paraId="190A6599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</w:tc>
      </w:tr>
      <w:tr w:rsidRPr="009C54AE" w:rsidR="0085747A" w:rsidTr="23B52431" w14:paraId="1865F138" w14:textId="77777777">
        <w:trPr>
          <w:trHeight w:val="397"/>
        </w:trPr>
        <w:tc>
          <w:tcPr>
            <w:tcW w:w="9498" w:type="dxa"/>
            <w:tcMar/>
          </w:tcPr>
          <w:p w:rsidR="0085747A" w:rsidP="0013174B" w:rsidRDefault="0085747A" w14:paraId="752D32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B500A" w:rsidR="00AA6155" w:rsidP="23B52431" w:rsidRDefault="00AA6155" w14:paraId="61EDC319" w14:textId="77777777">
            <w:pPr>
              <w:pStyle w:val="Default"/>
              <w:numPr>
                <w:ilvl w:val="0"/>
                <w:numId w:val="4"/>
              </w:numPr>
              <w:rPr>
                <w:rFonts w:ascii="Corbel" w:hAnsi="Corbel" w:eastAsia="Corbel" w:cs="Corbel"/>
                <w:sz w:val="24"/>
                <w:szCs w:val="24"/>
              </w:rPr>
            </w:pPr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 xml:space="preserve">S. Czaja, A. </w:t>
            </w:r>
            <w:proofErr w:type="spellStart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>Becla</w:t>
            </w:r>
            <w:proofErr w:type="spellEnd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 xml:space="preserve">, J. Włodarczyk, T. </w:t>
            </w:r>
            <w:proofErr w:type="spellStart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>Poskrobko</w:t>
            </w:r>
            <w:proofErr w:type="spellEnd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 xml:space="preserve">, Wyzwania współczesnej ekonomii. Wybrane problemy, Wyd. </w:t>
            </w:r>
            <w:proofErr w:type="spellStart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>Difin</w:t>
            </w:r>
            <w:proofErr w:type="spellEnd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 xml:space="preserve">, Warszawa 2012. </w:t>
            </w:r>
          </w:p>
          <w:p w:rsidR="00AA6155" w:rsidP="23B52431" w:rsidRDefault="00AA6155" w14:paraId="79628E0A" w14:textId="77777777">
            <w:pPr>
              <w:pStyle w:val="Default"/>
              <w:numPr>
                <w:ilvl w:val="0"/>
                <w:numId w:val="4"/>
              </w:numPr>
              <w:rPr>
                <w:rFonts w:ascii="Corbel" w:hAnsi="Corbel" w:eastAsia="Corbel" w:cs="Corbel"/>
                <w:sz w:val="24"/>
                <w:szCs w:val="24"/>
              </w:rPr>
            </w:pPr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 xml:space="preserve">T. Żylicz, Cena przyrody, </w:t>
            </w:r>
            <w:proofErr w:type="spellStart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>WEiŚ</w:t>
            </w:r>
            <w:proofErr w:type="spellEnd"/>
            <w:r w:rsidRPr="23B52431" w:rsidR="00AA6155">
              <w:rPr>
                <w:rFonts w:ascii="Corbel" w:hAnsi="Corbel" w:eastAsia="Corbel" w:cs="Corbel"/>
                <w:sz w:val="24"/>
                <w:szCs w:val="24"/>
              </w:rPr>
              <w:t>, Białystok 2014.</w:t>
            </w:r>
          </w:p>
          <w:p w:rsidRPr="00AA6155" w:rsidR="00AA6155" w:rsidP="23B52431" w:rsidRDefault="00AA6155" w14:paraId="54F00E6B" w14:textId="2ECD50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23B52431" w:rsidR="3C2DA8F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B. Grzebyk, Natura 2000 jako element kształtowania równowagi między rolnictwem a ochroną środowiska [w:]</w:t>
            </w:r>
            <w:r w:rsidRPr="23B52431" w:rsidR="3C2DA8F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Współczesne wyzwania rozwoju gospodarczego. Polityka i kreacja potencjału. Cz. II. Struktura gospodarki - Rynek pracy - Środowisko i jakość życia, t. 2: A. </w:t>
            </w:r>
            <w:proofErr w:type="spellStart"/>
            <w:r w:rsidRPr="23B52431" w:rsidR="3C2DA8F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Cudowska</w:t>
            </w:r>
            <w:proofErr w:type="spellEnd"/>
            <w:r w:rsidRPr="23B52431" w:rsidR="3C2DA8F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-Sojko (red.), Białystok 2015.</w:t>
            </w:r>
          </w:p>
        </w:tc>
      </w:tr>
    </w:tbl>
    <w:p w:rsidRPr="009C54AE" w:rsidR="0085747A" w:rsidP="009C54AE" w:rsidRDefault="0085747A" w14:paraId="19E3BCB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0CBD4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6ABF2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57BC" w:rsidP="00C16ABF" w:rsidRDefault="000357BC" w14:paraId="0075CE03" w14:textId="77777777">
      <w:pPr>
        <w:spacing w:after="0" w:line="240" w:lineRule="auto"/>
      </w:pPr>
      <w:r>
        <w:separator/>
      </w:r>
    </w:p>
  </w:endnote>
  <w:endnote w:type="continuationSeparator" w:id="0">
    <w:p w:rsidR="000357BC" w:rsidP="00C16ABF" w:rsidRDefault="000357BC" w14:paraId="6BB1A6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57BC" w:rsidP="00C16ABF" w:rsidRDefault="000357BC" w14:paraId="1F427680" w14:textId="77777777">
      <w:pPr>
        <w:spacing w:after="0" w:line="240" w:lineRule="auto"/>
      </w:pPr>
      <w:r>
        <w:separator/>
      </w:r>
    </w:p>
  </w:footnote>
  <w:footnote w:type="continuationSeparator" w:id="0">
    <w:p w:rsidR="000357BC" w:rsidP="00C16ABF" w:rsidRDefault="000357BC" w14:paraId="5C0B96D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FB84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357B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6D8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156B7"/>
    <w:rsid w:val="1B664A4D"/>
    <w:rsid w:val="23B52431"/>
    <w:rsid w:val="2600EF86"/>
    <w:rsid w:val="39E63C0C"/>
    <w:rsid w:val="3C2DA8FF"/>
    <w:rsid w:val="42C6D68A"/>
    <w:rsid w:val="4C72156A"/>
    <w:rsid w:val="4DDC0623"/>
    <w:rsid w:val="52E156EE"/>
    <w:rsid w:val="5E237666"/>
    <w:rsid w:val="6709B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457D4"/>
  </w:style>
  <w:style w:type="character" w:styleId="spellingerror" w:customStyle="1">
    <w:name w:val="spellingerror"/>
    <w:basedOn w:val="Domylnaczcionkaakapitu"/>
    <w:rsid w:val="004457D4"/>
  </w:style>
  <w:style w:type="character" w:styleId="eop" w:customStyle="1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B1309-D869-4C6F-A21D-EF5617CDE9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Grzebyk Bogumiła</lastModifiedBy>
  <revision>9</revision>
  <lastPrinted>2019-02-06T12:12:00.0000000Z</lastPrinted>
  <dcterms:created xsi:type="dcterms:W3CDTF">2020-11-26T12:25:00.0000000Z</dcterms:created>
  <dcterms:modified xsi:type="dcterms:W3CDTF">2020-12-10T22:14:00.7120781Z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